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5F14A1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34525">
        <w:rPr>
          <w:b/>
          <w:color w:val="FF5200" w:themeColor="accent2"/>
          <w:sz w:val="36"/>
          <w:szCs w:val="36"/>
        </w:rPr>
        <w:t>„</w:t>
      </w:r>
      <w:r w:rsidR="00B34525">
        <w:rPr>
          <w:b/>
          <w:color w:val="FF5200" w:themeColor="accent2"/>
          <w:sz w:val="36"/>
          <w:szCs w:val="36"/>
        </w:rPr>
        <w:t>Souprava zvedáků drážních vozidel</w:t>
      </w:r>
      <w:r w:rsidR="0031280B" w:rsidRPr="00B3452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345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B3452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12312/2025-SŽ-OŘ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00717169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B34525">
              <w:rPr>
                <w:rStyle w:val="Hypertextovodkaz"/>
                <w:rFonts w:eastAsia="Times New Roman"/>
                <w:noProof/>
              </w:rPr>
              <w:t xml:space="preserve">    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6B2204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34525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848B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848B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7769558"/>
      <w:r>
        <w:lastRenderedPageBreak/>
        <w:t>Ceník</w:t>
      </w:r>
      <w:bookmarkEnd w:id="1"/>
    </w:p>
    <w:p w14:paraId="3E5E9B0F" w14:textId="5135DFA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B34525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B34525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B34525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7"/>
          <w:headerReference w:type="default" r:id="rId18"/>
          <w:headerReference w:type="first" r:id="rId19"/>
          <w:footerReference w:type="first" r:id="rId20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1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7695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7695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99CDBBB" w14:textId="482195F0" w:rsidR="000C3933" w:rsidRDefault="000C3933" w:rsidP="000C3933">
      <w:pPr>
        <w:spacing w:before="1200"/>
        <w:rPr>
          <w:lang w:eastAsia="cs-CZ"/>
        </w:rPr>
      </w:pPr>
      <w:r>
        <w:rPr>
          <w:lang w:eastAsia="cs-CZ"/>
        </w:rPr>
        <w:t>V</w:t>
      </w:r>
      <w:r>
        <w:rPr>
          <w:lang w:eastAsia="cs-CZ"/>
        </w:rPr>
        <w:t xml:space="preserve"> …………………… dne ………………………</w:t>
      </w:r>
    </w:p>
    <w:p w14:paraId="21A66A94" w14:textId="77777777" w:rsidR="000C3933" w:rsidRPr="00B87D91" w:rsidRDefault="000C3933" w:rsidP="000C3933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08537AD9" w14:textId="77777777" w:rsidR="000C3933" w:rsidRPr="00F0533E" w:rsidRDefault="000C3933" w:rsidP="000C3933">
      <w:pPr>
        <w:tabs>
          <w:tab w:val="right" w:pos="9063"/>
        </w:tabs>
        <w:spacing w:after="0" w:line="280" w:lineRule="atLeast"/>
        <w:ind w:right="7"/>
      </w:pPr>
      <w:r w:rsidRPr="00B87D91">
        <w:rPr>
          <w:highlight w:val="green"/>
        </w:rPr>
        <w:t>funkce osoby</w:t>
      </w:r>
    </w:p>
    <w:p w14:paraId="4CD82932" w14:textId="5F55C34F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sectPr w:rsidR="000B5E1C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CBFB" w14:textId="77777777" w:rsidR="002848B3" w:rsidRDefault="002848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CF469" w14:textId="178274FB" w:rsidR="00B34525" w:rsidRDefault="00B345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02CE6E4B" wp14:editId="1271B13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569463145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4E00AC" w14:textId="0D7C819B" w:rsidR="00B34525" w:rsidRPr="00B34525" w:rsidRDefault="00B34525" w:rsidP="00B3452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45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CE6E4B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left:0;text-align:left;margin-left:0;margin-top:0;width:38.9pt;height:30.35pt;z-index:2516695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A4E00AC" w14:textId="0D7C819B" w:rsidR="00B34525" w:rsidRPr="00B34525" w:rsidRDefault="00B34525" w:rsidP="00B3452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45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ACCF" w14:textId="1E2ADA6C" w:rsidR="00B34525" w:rsidRDefault="00B345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6D0A2A70" wp14:editId="75AC3F22">
              <wp:simplePos x="1314450" y="14382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00850056" name="Textové pole 9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02ADF5" w14:textId="37D86A4B" w:rsidR="00B34525" w:rsidRPr="00B34525" w:rsidRDefault="00B34525" w:rsidP="00B3452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45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0A2A70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7" type="#_x0000_t202" alt="SŽ: Interní" style="position:absolute;left:0;text-align:left;margin-left:0;margin-top:0;width:38.9pt;height:30.35pt;z-index:25167052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fill o:detectmouseclick="t"/>
              <v:textbox style="mso-fit-shape-to-text:t" inset="0,15pt,0,0">
                <w:txbxContent>
                  <w:p w14:paraId="2E02ADF5" w14:textId="37D86A4B" w:rsidR="00B34525" w:rsidRPr="00B34525" w:rsidRDefault="00B34525" w:rsidP="00B3452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45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587D29C4" w:rsidR="00A327CB" w:rsidRPr="00460660" w:rsidRDefault="00B34525" w:rsidP="007E5951">
    <w:pPr>
      <w:pStyle w:val="Zhlav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54B82157" wp14:editId="51075A9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991161686" name="Textové pole 7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6D32BD" w14:textId="514046EA" w:rsidR="00B34525" w:rsidRPr="00B34525" w:rsidRDefault="00B34525" w:rsidP="00B3452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45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B82157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8" type="#_x0000_t202" alt="SŽ: Interní" style="position:absolute;left:0;text-align:left;margin-left:0;margin-top:0;width:38.9pt;height:30.3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2D6D32BD" w14:textId="514046EA" w:rsidR="00B34525" w:rsidRPr="00B34525" w:rsidRDefault="00B34525" w:rsidP="00B3452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45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327C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6229F" w14:textId="3D67D611" w:rsidR="00B34525" w:rsidRDefault="00B345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538C1793" wp14:editId="7A65056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57208528" name="Textové pole 1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DD0E05" w14:textId="4E6FAAB6" w:rsidR="00B34525" w:rsidRPr="00B34525" w:rsidRDefault="00B34525" w:rsidP="00B3452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45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C1793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9" type="#_x0000_t202" alt="SŽ: Interní" style="position:absolute;left:0;text-align:left;margin-left:0;margin-top:0;width:38.9pt;height:30.35pt;z-index:25167257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FDD0E05" w14:textId="4E6FAAB6" w:rsidR="00B34525" w:rsidRPr="00B34525" w:rsidRDefault="00B34525" w:rsidP="00B3452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45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57885" w14:textId="23B8F69D" w:rsidR="00B34525" w:rsidRDefault="00B345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09D9BAC2" wp14:editId="28F5BD8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77434338" name="Textové pole 1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C7BAD3" w14:textId="265709E5" w:rsidR="00B34525" w:rsidRPr="00B34525" w:rsidRDefault="00B34525" w:rsidP="00B3452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45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D9BAC2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30" type="#_x0000_t202" alt="SŽ: Interní" style="position:absolute;left:0;text-align:left;margin-left:0;margin-top:0;width:38.9pt;height:30.35pt;z-index:2516736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AjrtgH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1C7BAD3" w14:textId="265709E5" w:rsidR="00B34525" w:rsidRPr="00B34525" w:rsidRDefault="00B34525" w:rsidP="00B3452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45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0054856" w:rsidR="00A327CB" w:rsidRPr="002072A0" w:rsidRDefault="00B34525" w:rsidP="002072A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55B4C550" wp14:editId="53B4C4D8">
              <wp:simplePos x="1314450" y="14382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082188605" name="Textové pole 10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98470A" w14:textId="0BEA1364" w:rsidR="00B34525" w:rsidRPr="00B34525" w:rsidRDefault="00B34525" w:rsidP="00B3452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45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4C550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31" type="#_x0000_t202" alt="SŽ: Interní" style="position:absolute;left:0;text-align:left;margin-left:0;margin-top:0;width:38.9pt;height:30.35pt;z-index:25167155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B98470A" w14:textId="0BEA1364" w:rsidR="00B34525" w:rsidRPr="00B34525" w:rsidRDefault="00B34525" w:rsidP="00B3452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45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C3933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48B3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1F06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34525"/>
    <w:rsid w:val="00B44D24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www.zakonyprolidi.cz/cs/2016-134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8</Pages>
  <Words>1146</Words>
  <Characters>6764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Nevřalová Marta</cp:lastModifiedBy>
  <cp:revision>39</cp:revision>
  <cp:lastPrinted>2023-10-05T09:40:00Z</cp:lastPrinted>
  <dcterms:created xsi:type="dcterms:W3CDTF">2023-08-21T11:49:00Z</dcterms:created>
  <dcterms:modified xsi:type="dcterms:W3CDTF">2025-05-27T10:52:00Z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3b13ed56,5d8c1b69,23d03e88,7c1bad3d,272c34d0,2860d3e2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